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5"/>
        <w:gridCol w:w="5736"/>
      </w:tblGrid>
      <w:tr w:rsidR="000B58A0" w:rsidRPr="000B58A0" w:rsidTr="000B58A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B58A0" w:rsidRPr="000B58A0" w:rsidRDefault="000B58A0" w:rsidP="000B58A0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0B58A0">
              <w:rPr>
                <w:rFonts w:ascii="Times New Roman" w:eastAsia="Times New Roman" w:hAnsi="Times New Roman" w:cs="Times New Roman"/>
                <w:b/>
                <w:bCs/>
                <w:kern w:val="36"/>
                <w:sz w:val="36"/>
                <w:szCs w:val="36"/>
              </w:rPr>
              <w:t>Write an I Am Poem</w:t>
            </w:r>
          </w:p>
        </w:tc>
      </w:tr>
      <w:tr w:rsidR="000B58A0" w:rsidRPr="000B58A0" w:rsidTr="000B58A0">
        <w:trPr>
          <w:tblCellSpacing w:w="15" w:type="dxa"/>
        </w:trPr>
        <w:tc>
          <w:tcPr>
            <w:tcW w:w="0" w:type="auto"/>
            <w:hideMark/>
          </w:tcPr>
          <w:p w:rsidR="000B58A0" w:rsidRPr="000B58A0" w:rsidRDefault="000B58A0" w:rsidP="000B58A0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B58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Method:</w:t>
            </w:r>
          </w:p>
        </w:tc>
        <w:tc>
          <w:tcPr>
            <w:tcW w:w="0" w:type="auto"/>
            <w:hideMark/>
          </w:tcPr>
          <w:p w:rsidR="000B58A0" w:rsidRPr="000B58A0" w:rsidRDefault="000B58A0" w:rsidP="000B58A0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bookmarkStart w:id="0" w:name="_GoBack"/>
            <w:r w:rsidRPr="000B58A0">
              <w:rPr>
                <w:rFonts w:ascii="Arial" w:eastAsia="Times New Roman" w:hAnsi="Arial" w:cs="Arial"/>
                <w:vanish/>
                <w:sz w:val="16"/>
                <w:szCs w:val="16"/>
              </w:rPr>
              <w:t>Top of Form</w:t>
            </w:r>
          </w:p>
          <w:p w:rsidR="000B58A0" w:rsidRPr="000B58A0" w:rsidRDefault="000B58A0" w:rsidP="000B5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8A0">
              <w:rPr>
                <w:rFonts w:ascii="Times New Roman" w:eastAsia="Times New Roman" w:hAnsi="Times New Roman" w:cs="Times New Roman"/>
                <w:sz w:val="24"/>
                <w:szCs w:val="24"/>
              </w:rPr>
              <w:pict/>
            </w:r>
            <w:bookmarkEnd w:id="0"/>
          </w:p>
          <w:p w:rsidR="00A17BB8" w:rsidRDefault="000B58A0" w:rsidP="000B58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t>I am (two special characteristics)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6" type="#_x0000_t75" style="width:40.7pt;height:18pt" o:ole="">
                  <v:imagedata r:id="rId5" o:title=""/>
                </v:shape>
                <w:control r:id="rId6" w:name="HTMLText1" w:shapeid="_x0000_i1086"/>
              </w:objec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I wonder (something you are actually curious about)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object w:dxaOrig="1440" w:dyaOrig="1440">
                <v:shape id="_x0000_i1085" type="#_x0000_t75" style="width:192pt;height:18pt" o:ole="">
                  <v:imagedata r:id="rId7" o:title=""/>
                </v:shape>
                <w:control r:id="rId8" w:name="DefaultOcxName" w:shapeid="_x0000_i1085"/>
              </w:objec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I hear (an imaginary sound)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object w:dxaOrig="1440" w:dyaOrig="1440">
                <v:shape id="_x0000_i1084" type="#_x0000_t75" style="width:192pt;height:18pt" o:ole="">
                  <v:imagedata r:id="rId7" o:title=""/>
                </v:shape>
                <w:control r:id="rId9" w:name="DefaultOcxName1" w:shapeid="_x0000_i1084"/>
              </w:objec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I see (an imaginary sight)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object w:dxaOrig="1440" w:dyaOrig="1440">
                <v:shape id="_x0000_i1083" type="#_x0000_t75" style="width:192pt;height:18pt" o:ole="">
                  <v:imagedata r:id="rId7" o:title=""/>
                </v:shape>
                <w:control r:id="rId10" w:name="DefaultOcxName2" w:shapeid="_x0000_i1083"/>
              </w:objec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I want (an actual desire)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object w:dxaOrig="1440" w:dyaOrig="1440">
                <v:shape id="_x0000_i1082" type="#_x0000_t75" style="width:192pt;height:18pt" o:ole="">
                  <v:imagedata r:id="rId7" o:title=""/>
                </v:shape>
                <w:control r:id="rId11" w:name="DefaultOcxName3" w:shapeid="_x0000_i1082"/>
              </w:objec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I am (the first line of the poem restated)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object w:dxaOrig="1440" w:dyaOrig="1440">
                <v:shape id="_x0000_i1081" type="#_x0000_t75" style="width:192pt;height:18pt" o:ole="">
                  <v:imagedata r:id="rId7" o:title=""/>
                </v:shape>
                <w:control r:id="rId12" w:name="DefaultOcxName4" w:shapeid="_x0000_i1081"/>
              </w:objec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I pretend (something you pretend to do)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object w:dxaOrig="1440" w:dyaOrig="1440">
                <v:shape id="_x0000_i1080" type="#_x0000_t75" style="width:192pt;height:18pt" o:ole="">
                  <v:imagedata r:id="rId7" o:title=""/>
                </v:shape>
                <w:control r:id="rId13" w:name="DefaultOcxName5" w:shapeid="_x0000_i1080"/>
              </w:objec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I feel (a feeling about something imaginary)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object w:dxaOrig="1440" w:dyaOrig="1440">
                <v:shape id="_x0000_i1079" type="#_x0000_t75" style="width:192pt;height:18pt" o:ole="">
                  <v:imagedata r:id="rId7" o:title=""/>
                </v:shape>
                <w:control r:id="rId14" w:name="DefaultOcxName6" w:shapeid="_x0000_i1079"/>
              </w:objec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I touch (an imaginary touch)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object w:dxaOrig="1440" w:dyaOrig="1440">
                <v:shape id="_x0000_i1078" type="#_x0000_t75" style="width:192pt;height:18pt" o:ole="">
                  <v:imagedata r:id="rId7" o:title=""/>
                </v:shape>
                <w:control r:id="rId15" w:name="DefaultOcxName7" w:shapeid="_x0000_i1078"/>
              </w:objec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I worry (something that really bothers you)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object w:dxaOrig="1440" w:dyaOrig="1440">
                <v:shape id="_x0000_i1077" type="#_x0000_t75" style="width:192pt;height:18pt" o:ole="">
                  <v:imagedata r:id="rId7" o:title=""/>
                </v:shape>
                <w:control r:id="rId16" w:name="DefaultOcxName8" w:shapeid="_x0000_i1077"/>
              </w:objec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I cry (something that makes you very sad)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object w:dxaOrig="1440" w:dyaOrig="1440">
                <v:shape id="_x0000_i1076" type="#_x0000_t75" style="width:192pt;height:18pt" o:ole="">
                  <v:imagedata r:id="rId7" o:title=""/>
                </v:shape>
                <w:control r:id="rId17" w:name="DefaultOcxName9" w:shapeid="_x0000_i1076"/>
              </w:objec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I am (the first line of the poem repeated)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object w:dxaOrig="1440" w:dyaOrig="1440">
                <v:shape id="_x0000_i1075" type="#_x0000_t75" style="width:192pt;height:18pt" o:ole="">
                  <v:imagedata r:id="rId7" o:title=""/>
                </v:shape>
                <w:control r:id="rId18" w:name="DefaultOcxName10" w:shapeid="_x0000_i1075"/>
              </w:objec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I understand (something you know is true)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object w:dxaOrig="1440" w:dyaOrig="1440">
                <v:shape id="_x0000_i1074" type="#_x0000_t75" style="width:192pt;height:18pt" o:ole="">
                  <v:imagedata r:id="rId7" o:title=""/>
                </v:shape>
                <w:control r:id="rId19" w:name="DefaultOcxName11" w:shapeid="_x0000_i1074"/>
              </w:objec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I say (something you believe in)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object w:dxaOrig="1440" w:dyaOrig="1440">
                <v:shape id="_x0000_i1073" type="#_x0000_t75" style="width:192pt;height:18pt" o:ole="">
                  <v:imagedata r:id="rId7" o:title=""/>
                </v:shape>
                <w:control r:id="rId20" w:name="DefaultOcxName12" w:shapeid="_x0000_i1073"/>
              </w:objec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I dream (something you actually dream about)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object w:dxaOrig="1440" w:dyaOrig="1440">
                <v:shape id="_x0000_i1072" type="#_x0000_t75" style="width:192pt;height:18pt" o:ole="">
                  <v:imagedata r:id="rId7" o:title=""/>
                </v:shape>
                <w:control r:id="rId21" w:name="DefaultOcxName13" w:shapeid="_x0000_i1072"/>
              </w:objec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 xml:space="preserve">I try (something you make an effort to do) 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object w:dxaOrig="1440" w:dyaOrig="1440">
                <v:shape id="_x0000_i1071" type="#_x0000_t75" style="width:192pt;height:18pt" o:ole="">
                  <v:imagedata r:id="rId7" o:title=""/>
                </v:shape>
                <w:control r:id="rId22" w:name="DefaultOcxName14" w:shapeid="_x0000_i1071"/>
              </w:objec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I hope (something you actually hope for)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object w:dxaOrig="1440" w:dyaOrig="1440">
                <v:shape id="_x0000_i1070" type="#_x0000_t75" style="width:192pt;height:18pt" o:ole="">
                  <v:imagedata r:id="rId7" o:title=""/>
                </v:shape>
                <w:control r:id="rId23" w:name="DefaultOcxName15" w:shapeid="_x0000_i1070"/>
              </w:objec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I am (the first line of the poem repeated)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object w:dxaOrig="1440" w:dyaOrig="1440">
                <v:shape id="_x0000_i1069" type="#_x0000_t75" style="width:192pt;height:18pt" o:ole="">
                  <v:imagedata r:id="rId7" o:title=""/>
                </v:shape>
                <w:control r:id="rId24" w:name="DefaultOcxName16" w:shapeid="_x0000_i1069"/>
              </w:object>
            </w:r>
          </w:p>
          <w:p w:rsidR="00A17BB8" w:rsidRDefault="00A17BB8" w:rsidP="000B58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A17BB8" w:rsidRDefault="00A17BB8" w:rsidP="000B58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A17BB8" w:rsidRDefault="00A17BB8" w:rsidP="000B58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A17BB8" w:rsidRDefault="00A17BB8" w:rsidP="000B58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A17BB8" w:rsidRDefault="00A17BB8" w:rsidP="000B58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A17BB8" w:rsidRDefault="00A17BB8" w:rsidP="000B58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A17BB8" w:rsidRDefault="00A17BB8" w:rsidP="000B58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A17BB8" w:rsidRDefault="00A17BB8" w:rsidP="000B58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A17BB8" w:rsidRDefault="00A17BB8" w:rsidP="000B58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A17BB8" w:rsidRDefault="00A17BB8" w:rsidP="000B58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A17BB8" w:rsidRDefault="00A17BB8" w:rsidP="000B58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A17BB8" w:rsidRDefault="00A17BB8" w:rsidP="000B58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0B58A0" w:rsidRPr="000B58A0" w:rsidRDefault="000B58A0" w:rsidP="000B58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object w:dxaOrig="1440" w:dyaOrig="1440">
                <v:shape id="_x0000_i1088" type="#_x0000_t75" style="width:144.45pt;height:20.55pt" o:ole="">
                  <v:imagedata r:id="rId25" o:title=""/>
                </v:shape>
                <w:control r:id="rId26" w:name="DefaultOcxName17" w:shapeid="_x0000_i1088"/>
              </w:objec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object w:dxaOrig="1440" w:dyaOrig="1440">
                <v:shape id="_x0000_i1067" type="#_x0000_t75" style="width:65.55pt;height:20.55pt" o:ole="">
                  <v:imagedata r:id="rId27" o:title=""/>
                </v:shape>
                <w:control r:id="rId28" w:name="DefaultOcxName18" w:shapeid="_x0000_i1067"/>
              </w:object>
            </w:r>
          </w:p>
          <w:p w:rsidR="000B58A0" w:rsidRPr="000B58A0" w:rsidRDefault="000B58A0" w:rsidP="000B58A0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0B58A0">
              <w:rPr>
                <w:rFonts w:ascii="Arial" w:eastAsia="Times New Roman" w:hAnsi="Arial" w:cs="Arial"/>
                <w:vanish/>
                <w:sz w:val="16"/>
                <w:szCs w:val="16"/>
              </w:rPr>
              <w:t>Bottom of Form</w:t>
            </w:r>
          </w:p>
        </w:tc>
      </w:tr>
    </w:tbl>
    <w:p w:rsidR="00FC7A8A" w:rsidRDefault="00FC7A8A"/>
    <w:sectPr w:rsidR="00FC7A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8A0"/>
    <w:rsid w:val="000B58A0"/>
    <w:rsid w:val="00A17BB8"/>
    <w:rsid w:val="00FC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B58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uiPriority w:val="9"/>
    <w:qFormat/>
    <w:rsid w:val="000B58A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58A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rsid w:val="000B58A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B58A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B58A0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unhideWhenUsed/>
    <w:rsid w:val="000B5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0B58A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0B58A0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B58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uiPriority w:val="9"/>
    <w:qFormat/>
    <w:rsid w:val="000B58A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58A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rsid w:val="000B58A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B58A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B58A0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unhideWhenUsed/>
    <w:rsid w:val="000B5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0B58A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0B58A0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7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19.xml"/><Relationship Id="rId3" Type="http://schemas.openxmlformats.org/officeDocument/2006/relationships/settings" Target="settings.xml"/><Relationship Id="rId21" Type="http://schemas.openxmlformats.org/officeDocument/2006/relationships/control" Target="activeX/activeX15.xml"/><Relationship Id="rId7" Type="http://schemas.openxmlformats.org/officeDocument/2006/relationships/image" Target="media/image2.wmf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image" Target="media/image3.wmf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5" Type="http://schemas.openxmlformats.org/officeDocument/2006/relationships/image" Target="media/image1.wm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0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image" Target="media/image4.wmf"/><Relationship Id="rId3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4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1AD4A909</Template>
  <TotalTime>2</TotalTime>
  <Pages>3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Moore</dc:creator>
  <cp:lastModifiedBy>Christine Moore</cp:lastModifiedBy>
  <cp:revision>1</cp:revision>
  <dcterms:created xsi:type="dcterms:W3CDTF">2013-04-26T14:15:00Z</dcterms:created>
  <dcterms:modified xsi:type="dcterms:W3CDTF">2013-04-26T14:37:00Z</dcterms:modified>
</cp:coreProperties>
</file>